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401B" w14:textId="77777777" w:rsidR="00550936" w:rsidRDefault="00EB6FD8" w:rsidP="009C0118">
      <w:pPr>
        <w:pStyle w:val="Heading1"/>
      </w:pPr>
      <w:bookmarkStart w:id="0" w:name="_GoBack"/>
      <w:bookmarkEnd w:id="0"/>
      <w:r>
        <w:t>2019 St. Patrick’s Day Buzzed Driving Is Drunk Driving</w:t>
      </w:r>
    </w:p>
    <w:p w14:paraId="645B415F" w14:textId="77777777" w:rsidR="004D21EE" w:rsidRDefault="00EB6FD8" w:rsidP="009C0118">
      <w:pPr>
        <w:pStyle w:val="Heading2"/>
      </w:pPr>
      <w:r>
        <w:t>SOCIAL MEDIA</w:t>
      </w:r>
    </w:p>
    <w:p w14:paraId="1BE7B334" w14:textId="77777777" w:rsidR="00901CE9" w:rsidRDefault="00EB6FD8" w:rsidP="008B6C4C">
      <w:pPr>
        <w:pStyle w:val="Heading3"/>
        <w:spacing w:after="200"/>
      </w:pPr>
      <w:r>
        <w:t>Twitter</w:t>
      </w:r>
    </w:p>
    <w:p w14:paraId="22D295A1" w14:textId="77777777" w:rsidR="00EB6FD8" w:rsidRDefault="00EB6FD8" w:rsidP="00EB6FD8">
      <w:r>
        <w:t>Think the luck o’ the Irish will keep you safe? Think again. Make a plan before you party. #</w:t>
      </w:r>
      <w:proofErr w:type="spellStart"/>
      <w:r>
        <w:t>BuzzedDriving</w:t>
      </w:r>
      <w:proofErr w:type="spellEnd"/>
      <w:r>
        <w:t xml:space="preserve"> Is Drunk Driving.</w:t>
      </w:r>
    </w:p>
    <w:p w14:paraId="03C2FCC3" w14:textId="77777777" w:rsidR="00EB6FD8" w:rsidRDefault="00EB6FD8" w:rsidP="00EB6FD8">
      <w:r>
        <w:t>Those aren’t #leprechaun lights in your rearview mirror.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6A676BF3" w14:textId="38EF9FB6" w:rsidR="00EB6FD8" w:rsidRDefault="00EB6FD8" w:rsidP="00EB6FD8">
      <w:r>
        <w:t xml:space="preserve">It’ll take a whole pot of gold to get through your costly DUI. Never drive </w:t>
      </w:r>
      <w:r w:rsidR="00652645">
        <w:t>after drinking</w:t>
      </w:r>
      <w:r>
        <w:t>. #</w:t>
      </w:r>
      <w:proofErr w:type="spellStart"/>
      <w:r>
        <w:t>BuzzedDriving</w:t>
      </w:r>
      <w:proofErr w:type="spellEnd"/>
      <w:r>
        <w:t xml:space="preserve"> Is Drunk Driving.</w:t>
      </w:r>
    </w:p>
    <w:p w14:paraId="1CA54270" w14:textId="77777777" w:rsidR="00EB6FD8" w:rsidRDefault="00EB6FD8" w:rsidP="00EB6FD8">
      <w:r>
        <w:t>Think you’re safe with #</w:t>
      </w:r>
      <w:proofErr w:type="spellStart"/>
      <w:r>
        <w:t>greenbeer</w:t>
      </w:r>
      <w:proofErr w:type="spellEnd"/>
      <w:r>
        <w:t>? Think again: If you’re buzzed, call a cab. #</w:t>
      </w:r>
      <w:proofErr w:type="spellStart"/>
      <w:r>
        <w:t>BuzzedDriving</w:t>
      </w:r>
      <w:proofErr w:type="spellEnd"/>
      <w:r>
        <w:t xml:space="preserve"> Is Drunk Driving.</w:t>
      </w:r>
    </w:p>
    <w:p w14:paraId="0AF29184" w14:textId="77777777" w:rsidR="00EB6FD8" w:rsidRDefault="00EB6FD8" w:rsidP="00EB6FD8">
      <w:r>
        <w:t>As you head out for the parties this #</w:t>
      </w:r>
      <w:proofErr w:type="spellStart"/>
      <w:r>
        <w:t>StPatricksDay</w:t>
      </w:r>
      <w:proofErr w:type="spellEnd"/>
      <w:r>
        <w:t>, remember: #</w:t>
      </w:r>
      <w:proofErr w:type="spellStart"/>
      <w:r>
        <w:t>BuzzedDriving</w:t>
      </w:r>
      <w:proofErr w:type="spellEnd"/>
      <w:r>
        <w:t xml:space="preserve"> Is Drunk Driving. Make a plan to get home safely!</w:t>
      </w:r>
    </w:p>
    <w:p w14:paraId="16C52BBB" w14:textId="06126697" w:rsidR="00EB6FD8" w:rsidRDefault="00EB6FD8" w:rsidP="00EB6FD8">
      <w:r>
        <w:t xml:space="preserve">Even if you aren’t seeing </w:t>
      </w:r>
      <w:r w:rsidR="00EB6B40">
        <w:t>4-leaf clovers a</w:t>
      </w:r>
      <w:r>
        <w:t xml:space="preserve">nd </w:t>
      </w:r>
      <w:r w:rsidR="00EB6B40">
        <w:t xml:space="preserve">a pot of gold, </w:t>
      </w:r>
      <w:r>
        <w:t>it’s probably safe to say you should call a cab if you’ve been drinking. #</w:t>
      </w:r>
      <w:proofErr w:type="spellStart"/>
      <w:r>
        <w:t>BuzzedDriving</w:t>
      </w:r>
      <w:proofErr w:type="spellEnd"/>
      <w:r>
        <w:t xml:space="preserve"> Is Drunk Driving. </w:t>
      </w:r>
    </w:p>
    <w:p w14:paraId="252B4FF2" w14:textId="21776E64" w:rsidR="00EB6FD8" w:rsidRDefault="00EB6FD8" w:rsidP="00EB6FD8">
      <w:r>
        <w:t>Be a saint like #</w:t>
      </w:r>
      <w:proofErr w:type="spellStart"/>
      <w:r>
        <w:t>StPatrick</w:t>
      </w:r>
      <w:proofErr w:type="spellEnd"/>
      <w:r>
        <w:t>! Call a cab or public transportation for your friend who may need a sober ride home. #</w:t>
      </w:r>
      <w:proofErr w:type="spellStart"/>
      <w:r>
        <w:t>BuzzedDriving</w:t>
      </w:r>
      <w:proofErr w:type="spellEnd"/>
      <w:r>
        <w:t xml:space="preserve"> Is Drunk Driving. </w:t>
      </w:r>
    </w:p>
    <w:p w14:paraId="09A6B46F" w14:textId="0B7A5A75" w:rsidR="00EB6FD8" w:rsidRDefault="00EB6FD8" w:rsidP="00EB6FD8">
      <w:r>
        <w:t xml:space="preserve">In 2017, </w:t>
      </w:r>
      <w:r w:rsidR="00A645DB" w:rsidRPr="00A645DB">
        <w:t>59</w:t>
      </w:r>
      <w:r>
        <w:t xml:space="preserve"> people lost their lives in drunk</w:t>
      </w:r>
      <w:r w:rsidR="008E42FC">
        <w:t>-</w:t>
      </w:r>
      <w:r>
        <w:t>driving crashes over the #</w:t>
      </w:r>
      <w:proofErr w:type="spellStart"/>
      <w:r>
        <w:t>StPatricksDay</w:t>
      </w:r>
      <w:proofErr w:type="spellEnd"/>
      <w:r>
        <w:t xml:space="preserve"> holiday. Don’t become a statistic: #</w:t>
      </w:r>
      <w:proofErr w:type="spellStart"/>
      <w:r>
        <w:t>BuzzedDriving</w:t>
      </w:r>
      <w:proofErr w:type="spellEnd"/>
      <w:r>
        <w:t xml:space="preserve"> Is Drunk Driving. </w:t>
      </w:r>
    </w:p>
    <w:p w14:paraId="5B64BEAB" w14:textId="07CF1108" w:rsidR="00EB6FD8" w:rsidRDefault="00DB58B7" w:rsidP="00EB6FD8">
      <w:r w:rsidRPr="00DB58B7">
        <w:t>Between 2013 and 2017, there were 234 people killed due to drunk-driving crashes during the #</w:t>
      </w:r>
      <w:proofErr w:type="spellStart"/>
      <w:r w:rsidRPr="00DB58B7">
        <w:t>StPatricksDay</w:t>
      </w:r>
      <w:proofErr w:type="spellEnd"/>
      <w:r w:rsidRPr="00DB58B7">
        <w:t xml:space="preserve"> holiday period.</w:t>
      </w:r>
      <w:r>
        <w:t xml:space="preserve"> </w:t>
      </w:r>
      <w:r w:rsidR="00EB6FD8">
        <w:t>#</w:t>
      </w:r>
      <w:proofErr w:type="spellStart"/>
      <w:r w:rsidR="00EB6FD8">
        <w:t>BuzzedDriving</w:t>
      </w:r>
      <w:proofErr w:type="spellEnd"/>
      <w:r w:rsidR="00EB6FD8">
        <w:t xml:space="preserve"> Is Drunk Driving.</w:t>
      </w:r>
    </w:p>
    <w:p w14:paraId="42F396BD" w14:textId="77777777" w:rsidR="004944B0" w:rsidRDefault="00EB6FD8" w:rsidP="00EB6FD8">
      <w:r>
        <w:t>It is illegal in all 50 states &amp; D.C. to drink and drive.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15EAAABA" w14:textId="77777777" w:rsidR="0006393A" w:rsidRPr="00A404C5" w:rsidRDefault="0006393A" w:rsidP="0006393A">
      <w:pPr>
        <w:tabs>
          <w:tab w:val="left" w:pos="180"/>
        </w:tabs>
        <w:spacing w:after="0" w:line="240" w:lineRule="auto"/>
        <w:rPr>
          <w:rFonts w:eastAsia="MS Mincho"/>
        </w:rPr>
      </w:pPr>
      <w:r w:rsidRPr="003B6BB9">
        <w:rPr>
          <w:rFonts w:eastAsia="MS Mincho"/>
        </w:rPr>
        <w:t>Just like drunk driving, drug-impaired driving is also dangerous and illegal. Always remember: If You Feel Different, You Drive Different.</w:t>
      </w:r>
      <w:r w:rsidRPr="00A404C5">
        <w:rPr>
          <w:rFonts w:eastAsia="MS Mincho"/>
        </w:rPr>
        <w:t xml:space="preserve"> </w:t>
      </w:r>
    </w:p>
    <w:p w14:paraId="66A461C8" w14:textId="77777777" w:rsidR="0006393A" w:rsidRDefault="0006393A" w:rsidP="00EB6FD8">
      <w:pPr>
        <w:rPr>
          <w:b/>
        </w:rPr>
      </w:pPr>
    </w:p>
    <w:p w14:paraId="4B48290C" w14:textId="77777777" w:rsidR="00EB6FD8" w:rsidRDefault="00EB6FD8" w:rsidP="00EB6FD8">
      <w:pPr>
        <w:rPr>
          <w:b/>
        </w:rPr>
      </w:pPr>
      <w:r>
        <w:rPr>
          <w:b/>
        </w:rPr>
        <w:t>Facebook</w:t>
      </w:r>
    </w:p>
    <w:p w14:paraId="2A5B80B6" w14:textId="7DD2B6F6" w:rsidR="00EB6FD8" w:rsidRDefault="00EB6FD8" w:rsidP="00EB6FD8">
      <w:r>
        <w:t>You’ll need more than the luck of the Irish to get you home safely after a night of drinking</w:t>
      </w:r>
      <w:r w:rsidR="00D5521D">
        <w:t>.</w:t>
      </w:r>
      <w:r>
        <w:t xml:space="preserve"> Make a plan before you party. Remember: Buzzed Driving Is Drunk Driving.</w:t>
      </w:r>
    </w:p>
    <w:p w14:paraId="3904963A" w14:textId="77777777" w:rsidR="00EB6FD8" w:rsidRDefault="00EB6FD8" w:rsidP="00EB6FD8">
      <w:r>
        <w:t>It will take a whole pot of gold to get through your costly DUI. Choose to drive sober each time you leave the house. Buzzed Driving Is Drunk Driving.</w:t>
      </w:r>
    </w:p>
    <w:p w14:paraId="0003EF37" w14:textId="5616BE19" w:rsidR="00EB6FD8" w:rsidRDefault="00EB6FD8" w:rsidP="00EB6FD8">
      <w:r>
        <w:lastRenderedPageBreak/>
        <w:t>Think you’</w:t>
      </w:r>
      <w:r w:rsidR="00C1060F">
        <w:t>re safe drinking the watered</w:t>
      </w:r>
      <w:r w:rsidR="008E42FC">
        <w:t>-</w:t>
      </w:r>
      <w:r w:rsidR="00C1060F">
        <w:t xml:space="preserve">down </w:t>
      </w:r>
      <w:r>
        <w:t>green</w:t>
      </w:r>
      <w:r w:rsidR="00C1060F">
        <w:t xml:space="preserve"> </w:t>
      </w:r>
      <w:r>
        <w:t>beer? Think again: If you’</w:t>
      </w:r>
      <w:r w:rsidR="00C1060F">
        <w:t xml:space="preserve">re buzzed, call a cab or a trusted friend to get you home safely. Spread the word: </w:t>
      </w:r>
      <w:r>
        <w:t>Buzzed</w:t>
      </w:r>
      <w:r w:rsidR="00C1060F">
        <w:t xml:space="preserve"> </w:t>
      </w:r>
      <w:r>
        <w:t>Driving Is Drunk Driving.</w:t>
      </w:r>
    </w:p>
    <w:p w14:paraId="31FCB0AD" w14:textId="77777777" w:rsidR="00EB6FD8" w:rsidRDefault="00EB6FD8" w:rsidP="00EB6FD8">
      <w:r>
        <w:t xml:space="preserve">As you head out for the </w:t>
      </w:r>
      <w:r w:rsidR="00C1060F">
        <w:t xml:space="preserve">St. Paddy’s Day parties this year, </w:t>
      </w:r>
      <w:r>
        <w:t>remember: Buzzed</w:t>
      </w:r>
      <w:r w:rsidR="00C1060F">
        <w:t xml:space="preserve"> </w:t>
      </w:r>
      <w:r>
        <w:t>Driving Is Drunk Driving. Make a plan to get home safely!</w:t>
      </w:r>
    </w:p>
    <w:p w14:paraId="4612B052" w14:textId="4187A1B2" w:rsidR="00EB6FD8" w:rsidRDefault="00107337" w:rsidP="00EB6FD8">
      <w:r>
        <w:t xml:space="preserve">Even if you aren’t seeing those magical lucky charms, just remember that one drink can be one too many. If you’ve been drinking, do not drive. </w:t>
      </w:r>
      <w:r w:rsidR="00EB6FD8">
        <w:t>Buzzed</w:t>
      </w:r>
      <w:r>
        <w:t xml:space="preserve"> </w:t>
      </w:r>
      <w:r w:rsidR="00EB6FD8">
        <w:t xml:space="preserve">Driving Is Drunk Driving. </w:t>
      </w:r>
    </w:p>
    <w:p w14:paraId="5603086D" w14:textId="1C387F1E" w:rsidR="00EB6FD8" w:rsidRDefault="00EB6FD8" w:rsidP="00EB6FD8">
      <w:r>
        <w:t>Be a saint like St</w:t>
      </w:r>
      <w:r w:rsidR="00107337">
        <w:t xml:space="preserve">. </w:t>
      </w:r>
      <w:r>
        <w:t xml:space="preserve">Patrick! </w:t>
      </w:r>
      <w:r w:rsidR="00107337">
        <w:t>If you</w:t>
      </w:r>
      <w:r w:rsidR="008E42FC">
        <w:t>r</w:t>
      </w:r>
      <w:r w:rsidR="00107337">
        <w:t xml:space="preserve"> friend</w:t>
      </w:r>
      <w:r w:rsidR="008E42FC">
        <w:t xml:space="preserve"> has</w:t>
      </w:r>
      <w:r w:rsidR="00107337">
        <w:t xml:space="preserve"> been drinking and needs a ride home, c</w:t>
      </w:r>
      <w:r>
        <w:t xml:space="preserve">all </w:t>
      </w:r>
      <w:r w:rsidR="00107337">
        <w:t>them a</w:t>
      </w:r>
      <w:r>
        <w:t xml:space="preserve"> cab</w:t>
      </w:r>
      <w:r w:rsidR="00107337">
        <w:t xml:space="preserve"> or</w:t>
      </w:r>
      <w:r>
        <w:t xml:space="preserve"> </w:t>
      </w:r>
      <w:r w:rsidR="00652645">
        <w:t>ride service</w:t>
      </w:r>
      <w:r>
        <w:t>.</w:t>
      </w:r>
      <w:r w:rsidR="008E42FC">
        <w:t xml:space="preserve"> </w:t>
      </w:r>
      <w:r w:rsidR="00107337">
        <w:t>Remember: B</w:t>
      </w:r>
      <w:r>
        <w:t>uzzed</w:t>
      </w:r>
      <w:r w:rsidR="00107337">
        <w:t xml:space="preserve"> </w:t>
      </w:r>
      <w:r>
        <w:t xml:space="preserve">Driving Is Drunk Driving. </w:t>
      </w:r>
    </w:p>
    <w:p w14:paraId="4D671C75" w14:textId="77777777" w:rsidR="00EB6FD8" w:rsidRDefault="00EB6FD8" w:rsidP="00EB6FD8">
      <w:r>
        <w:t xml:space="preserve">In 2017, </w:t>
      </w:r>
      <w:r w:rsidR="00A645DB">
        <w:t>59</w:t>
      </w:r>
      <w:r>
        <w:t xml:space="preserve"> people lost their lives in drunk driving crashes over the St</w:t>
      </w:r>
      <w:r w:rsidR="00107337">
        <w:t xml:space="preserve">. </w:t>
      </w:r>
      <w:r>
        <w:t>Patrick</w:t>
      </w:r>
      <w:r w:rsidR="00107337">
        <w:t>’</w:t>
      </w:r>
      <w:r>
        <w:t>s</w:t>
      </w:r>
      <w:r w:rsidR="00107337">
        <w:t xml:space="preserve"> </w:t>
      </w:r>
      <w:r>
        <w:t>Day holiday. Don’t become a statistic: Buzzed</w:t>
      </w:r>
      <w:r w:rsidR="00107337">
        <w:t xml:space="preserve"> </w:t>
      </w:r>
      <w:r>
        <w:t xml:space="preserve">Driving Is Drunk Driving. </w:t>
      </w:r>
    </w:p>
    <w:p w14:paraId="07BB8CB3" w14:textId="10183372" w:rsidR="00EB6FD8" w:rsidRDefault="00DB58B7" w:rsidP="00EB6FD8">
      <w:r w:rsidRPr="00DB58B7">
        <w:t>Between 2013 and 2017, there were 234 people killed due to drunk-driving crashes during the St. Patrick’s Day holiday period.</w:t>
      </w:r>
      <w:r>
        <w:t xml:space="preserve"> </w:t>
      </w:r>
      <w:r w:rsidR="00EB6FD8">
        <w:t>Buzzed</w:t>
      </w:r>
      <w:r w:rsidR="00107337">
        <w:t xml:space="preserve"> </w:t>
      </w:r>
      <w:r w:rsidR="00EB6FD8">
        <w:t>Driving Is Drunk Driving.</w:t>
      </w:r>
    </w:p>
    <w:p w14:paraId="41115A7C" w14:textId="77777777" w:rsidR="00EB6FD8" w:rsidRDefault="00EB6FD8" w:rsidP="00EB6FD8">
      <w:r>
        <w:t>It is illegal in all 50 states &amp; D.C. to drink and drive. Remember: Buzzed</w:t>
      </w:r>
      <w:r w:rsidR="00107337">
        <w:t xml:space="preserve"> </w:t>
      </w:r>
      <w:r>
        <w:t>Driving Is Drunk Driving.</w:t>
      </w:r>
    </w:p>
    <w:p w14:paraId="51C92E5F" w14:textId="77777777" w:rsidR="0006393A" w:rsidRPr="00A404C5" w:rsidRDefault="0006393A" w:rsidP="0006393A">
      <w:pPr>
        <w:tabs>
          <w:tab w:val="left" w:pos="180"/>
        </w:tabs>
        <w:spacing w:after="0" w:line="240" w:lineRule="auto"/>
        <w:rPr>
          <w:rFonts w:eastAsia="MS Mincho"/>
        </w:rPr>
      </w:pPr>
      <w:r w:rsidRPr="003B6BB9">
        <w:rPr>
          <w:rFonts w:eastAsia="MS Mincho"/>
        </w:rPr>
        <w:t>Just like drunk driving, drug-impaired driving is also dangerous and illegal. Always remember: If You Feel Different, You Drive Different.</w:t>
      </w:r>
      <w:r w:rsidRPr="00A404C5">
        <w:rPr>
          <w:rFonts w:eastAsia="MS Mincho"/>
        </w:rPr>
        <w:t xml:space="preserve"> </w:t>
      </w:r>
    </w:p>
    <w:p w14:paraId="2E04DEDC" w14:textId="77777777" w:rsidR="0006393A" w:rsidRDefault="0006393A" w:rsidP="00EB6FD8"/>
    <w:p w14:paraId="0BE66A6D" w14:textId="77777777" w:rsidR="00EB6FD8" w:rsidRPr="00EB6FD8" w:rsidRDefault="00EB6FD8" w:rsidP="00EB6FD8"/>
    <w:sectPr w:rsidR="00EB6FD8" w:rsidRPr="00EB6FD8" w:rsidSect="009552CA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4107A" w14:textId="77777777" w:rsidR="00971A15" w:rsidRDefault="00971A15" w:rsidP="00901CE9">
      <w:pPr>
        <w:spacing w:after="0" w:line="240" w:lineRule="auto"/>
      </w:pPr>
      <w:r>
        <w:separator/>
      </w:r>
    </w:p>
  </w:endnote>
  <w:endnote w:type="continuationSeparator" w:id="0">
    <w:p w14:paraId="22E40D3A" w14:textId="77777777" w:rsidR="00971A15" w:rsidRDefault="00971A15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0DBC" w14:textId="67733020" w:rsidR="00901CE9" w:rsidRPr="00901CE9" w:rsidRDefault="00CD15A8" w:rsidP="009552CA">
    <w:pPr>
      <w:pStyle w:val="5ControlCode"/>
      <w:spacing w:after="0"/>
    </w:pPr>
    <w:r>
      <w:t>13819c</w:t>
    </w:r>
    <w:r w:rsidR="009552CA">
      <w:t>-</w:t>
    </w:r>
    <w:r>
      <w:t>121018</w:t>
    </w:r>
    <w:r w:rsidR="009552CA">
      <w:t>-</w:t>
    </w:r>
    <w:r w:rsidR="00CA1A4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9F1E26D" wp14:editId="1F8815AA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3D8B9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E9C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>
      <w:t>v1</w:t>
    </w:r>
    <w:r w:rsidR="00A05B38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FD361" w14:textId="77777777" w:rsidR="00971A15" w:rsidRDefault="00971A15" w:rsidP="00901CE9">
      <w:pPr>
        <w:spacing w:after="0" w:line="240" w:lineRule="auto"/>
      </w:pPr>
      <w:r>
        <w:separator/>
      </w:r>
    </w:p>
  </w:footnote>
  <w:footnote w:type="continuationSeparator" w:id="0">
    <w:p w14:paraId="4F1432BC" w14:textId="77777777" w:rsidR="00971A15" w:rsidRDefault="00971A15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9C63A" w14:textId="77777777" w:rsidR="00AA106A" w:rsidRDefault="00A7668B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679D3C16" wp14:editId="1616F641">
          <wp:extent cx="1338297" cy="1024128"/>
          <wp:effectExtent l="0" t="0" r="0" b="5080"/>
          <wp:docPr id="4" name="Picture 4" descr="Buzzed Driving Logo" title="Buzzed Driv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297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393A"/>
    <w:rsid w:val="000663F2"/>
    <w:rsid w:val="000963E7"/>
    <w:rsid w:val="00107337"/>
    <w:rsid w:val="00161F42"/>
    <w:rsid w:val="001940B2"/>
    <w:rsid w:val="00197D1E"/>
    <w:rsid w:val="001B7239"/>
    <w:rsid w:val="001E692F"/>
    <w:rsid w:val="00205F4F"/>
    <w:rsid w:val="0021528E"/>
    <w:rsid w:val="002647D5"/>
    <w:rsid w:val="00295062"/>
    <w:rsid w:val="002A6AAF"/>
    <w:rsid w:val="002B4917"/>
    <w:rsid w:val="002B66C6"/>
    <w:rsid w:val="002C3204"/>
    <w:rsid w:val="002C5FF8"/>
    <w:rsid w:val="00321B14"/>
    <w:rsid w:val="00343E03"/>
    <w:rsid w:val="00352A56"/>
    <w:rsid w:val="003D2D80"/>
    <w:rsid w:val="0044490E"/>
    <w:rsid w:val="004944B0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C694A"/>
    <w:rsid w:val="005E42DD"/>
    <w:rsid w:val="00603243"/>
    <w:rsid w:val="00604280"/>
    <w:rsid w:val="00625A39"/>
    <w:rsid w:val="00652645"/>
    <w:rsid w:val="0067003C"/>
    <w:rsid w:val="00672251"/>
    <w:rsid w:val="00673C85"/>
    <w:rsid w:val="00697610"/>
    <w:rsid w:val="006F3DD9"/>
    <w:rsid w:val="0077096D"/>
    <w:rsid w:val="007D5238"/>
    <w:rsid w:val="007F0F99"/>
    <w:rsid w:val="00824066"/>
    <w:rsid w:val="008459C9"/>
    <w:rsid w:val="008B6819"/>
    <w:rsid w:val="008B6C4C"/>
    <w:rsid w:val="008C149B"/>
    <w:rsid w:val="008E42FC"/>
    <w:rsid w:val="00901CE9"/>
    <w:rsid w:val="00905462"/>
    <w:rsid w:val="009552CA"/>
    <w:rsid w:val="00971A15"/>
    <w:rsid w:val="009A5F02"/>
    <w:rsid w:val="009C0118"/>
    <w:rsid w:val="009E3F3A"/>
    <w:rsid w:val="009F3460"/>
    <w:rsid w:val="00A05B38"/>
    <w:rsid w:val="00A209DF"/>
    <w:rsid w:val="00A345FE"/>
    <w:rsid w:val="00A519A9"/>
    <w:rsid w:val="00A645DB"/>
    <w:rsid w:val="00A7668B"/>
    <w:rsid w:val="00A77193"/>
    <w:rsid w:val="00A80AFB"/>
    <w:rsid w:val="00AA106A"/>
    <w:rsid w:val="00B331E3"/>
    <w:rsid w:val="00B63986"/>
    <w:rsid w:val="00B9273B"/>
    <w:rsid w:val="00BB1112"/>
    <w:rsid w:val="00BF0673"/>
    <w:rsid w:val="00C1060F"/>
    <w:rsid w:val="00C55758"/>
    <w:rsid w:val="00C64E8A"/>
    <w:rsid w:val="00CA1A42"/>
    <w:rsid w:val="00CC5909"/>
    <w:rsid w:val="00CD15A8"/>
    <w:rsid w:val="00CE7F96"/>
    <w:rsid w:val="00D11077"/>
    <w:rsid w:val="00D3792F"/>
    <w:rsid w:val="00D55119"/>
    <w:rsid w:val="00D5521D"/>
    <w:rsid w:val="00D92FE1"/>
    <w:rsid w:val="00DA64CF"/>
    <w:rsid w:val="00DB58B7"/>
    <w:rsid w:val="00DE2078"/>
    <w:rsid w:val="00DE4EF2"/>
    <w:rsid w:val="00DE5C81"/>
    <w:rsid w:val="00E14CE6"/>
    <w:rsid w:val="00E31AC0"/>
    <w:rsid w:val="00E53BEF"/>
    <w:rsid w:val="00E61E96"/>
    <w:rsid w:val="00EB6B40"/>
    <w:rsid w:val="00EB6FD8"/>
    <w:rsid w:val="00F01171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F9958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E42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2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2F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2FC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2019-02-18T22:02:00Z</dcterms:created>
  <dcterms:modified xsi:type="dcterms:W3CDTF">2019-02-18T22:02:00Z</dcterms:modified>
</cp:coreProperties>
</file>